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C56" w:rsidRDefault="00870C56">
      <w:pPr>
        <w:pStyle w:val="Heading2"/>
        <w:ind w:left="1304" w:firstLine="0"/>
      </w:pPr>
      <w:r>
        <w:t xml:space="preserve">Kallelse till </w:t>
      </w:r>
      <w:r w:rsidR="000A1D78">
        <w:t xml:space="preserve">ordinarie </w:t>
      </w:r>
      <w:r>
        <w:t>stämma för</w:t>
      </w:r>
      <w:r w:rsidR="000F3CE2">
        <w:t xml:space="preserve"> </w:t>
      </w:r>
      <w:r w:rsidR="003F1265">
        <w:t>S</w:t>
      </w:r>
      <w:r w:rsidR="00743FA0">
        <w:t>amfällighetsförening</w:t>
      </w:r>
      <w:r w:rsidR="003F1265">
        <w:t>en Finland</w:t>
      </w:r>
    </w:p>
    <w:p w:rsidR="00870C56" w:rsidRDefault="00870C56" w:rsidP="007C0C86">
      <w:pPr>
        <w:rPr>
          <w:b/>
          <w:sz w:val="28"/>
        </w:rPr>
      </w:pPr>
    </w:p>
    <w:p w:rsidR="00870C56" w:rsidRPr="00765D43" w:rsidRDefault="00347905" w:rsidP="003F7101">
      <w:pPr>
        <w:pStyle w:val="Heading3"/>
        <w:rPr>
          <w:sz w:val="28"/>
        </w:rPr>
      </w:pPr>
      <w:r w:rsidRPr="00765D43">
        <w:rPr>
          <w:sz w:val="28"/>
        </w:rPr>
        <w:t>Dag:</w:t>
      </w:r>
      <w:r w:rsidRPr="00765D43">
        <w:rPr>
          <w:sz w:val="28"/>
        </w:rPr>
        <w:tab/>
      </w:r>
      <w:proofErr w:type="gramStart"/>
      <w:r w:rsidR="003F1265" w:rsidRPr="00765D43">
        <w:rPr>
          <w:sz w:val="28"/>
        </w:rPr>
        <w:t>T</w:t>
      </w:r>
      <w:r w:rsidR="006A4AE0">
        <w:rPr>
          <w:sz w:val="28"/>
        </w:rPr>
        <w:t>isdagen</w:t>
      </w:r>
      <w:proofErr w:type="gramEnd"/>
      <w:r w:rsidR="009D4051" w:rsidRPr="00765D43">
        <w:rPr>
          <w:sz w:val="28"/>
        </w:rPr>
        <w:t xml:space="preserve"> </w:t>
      </w:r>
      <w:r w:rsidR="000F3CE2" w:rsidRPr="00765D43">
        <w:rPr>
          <w:sz w:val="28"/>
        </w:rPr>
        <w:t xml:space="preserve">den </w:t>
      </w:r>
      <w:r w:rsidR="006A4AE0">
        <w:rPr>
          <w:sz w:val="28"/>
        </w:rPr>
        <w:t>7</w:t>
      </w:r>
      <w:r w:rsidR="003A6FFF" w:rsidRPr="00765D43">
        <w:rPr>
          <w:sz w:val="28"/>
        </w:rPr>
        <w:t xml:space="preserve"> </w:t>
      </w:r>
      <w:r w:rsidR="003F1265" w:rsidRPr="00765D43">
        <w:rPr>
          <w:sz w:val="28"/>
        </w:rPr>
        <w:t>maj</w:t>
      </w:r>
      <w:r w:rsidR="00743FA0" w:rsidRPr="00765D43">
        <w:rPr>
          <w:sz w:val="28"/>
        </w:rPr>
        <w:t xml:space="preserve"> </w:t>
      </w:r>
      <w:r w:rsidR="00944B5A" w:rsidRPr="00765D43">
        <w:rPr>
          <w:sz w:val="28"/>
        </w:rPr>
        <w:t>201</w:t>
      </w:r>
      <w:r w:rsidR="006A4AE0">
        <w:rPr>
          <w:sz w:val="28"/>
        </w:rPr>
        <w:t>9</w:t>
      </w:r>
      <w:r w:rsidR="00870C56" w:rsidRPr="00765D43">
        <w:rPr>
          <w:sz w:val="28"/>
        </w:rPr>
        <w:t xml:space="preserve">, kl. </w:t>
      </w:r>
      <w:r w:rsidR="00944B5A" w:rsidRPr="00765D43">
        <w:rPr>
          <w:sz w:val="28"/>
        </w:rPr>
        <w:t>1</w:t>
      </w:r>
      <w:r w:rsidR="003A6FFF" w:rsidRPr="00765D43">
        <w:rPr>
          <w:sz w:val="28"/>
        </w:rPr>
        <w:t>8</w:t>
      </w:r>
      <w:r w:rsidR="00944B5A" w:rsidRPr="00765D43">
        <w:rPr>
          <w:sz w:val="28"/>
        </w:rPr>
        <w:t>.</w:t>
      </w:r>
      <w:r w:rsidR="003A6FFF" w:rsidRPr="00765D43">
        <w:rPr>
          <w:sz w:val="28"/>
        </w:rPr>
        <w:t>0</w:t>
      </w:r>
      <w:r w:rsidR="00743FA0" w:rsidRPr="00765D43">
        <w:rPr>
          <w:sz w:val="28"/>
        </w:rPr>
        <w:t>0</w:t>
      </w:r>
    </w:p>
    <w:p w:rsidR="00944B5A" w:rsidRPr="00765D43" w:rsidRDefault="00944B5A" w:rsidP="003F7101">
      <w:pPr>
        <w:ind w:left="2608" w:hanging="1304"/>
        <w:rPr>
          <w:b/>
          <w:sz w:val="28"/>
        </w:rPr>
      </w:pPr>
    </w:p>
    <w:p w:rsidR="00870C56" w:rsidRDefault="003F7101" w:rsidP="003F7101">
      <w:pPr>
        <w:ind w:left="2608" w:hanging="1304"/>
        <w:rPr>
          <w:b/>
          <w:sz w:val="28"/>
        </w:rPr>
      </w:pPr>
      <w:r>
        <w:rPr>
          <w:b/>
          <w:sz w:val="28"/>
        </w:rPr>
        <w:t xml:space="preserve">Plats: </w:t>
      </w:r>
      <w:r>
        <w:rPr>
          <w:b/>
          <w:sz w:val="28"/>
        </w:rPr>
        <w:tab/>
      </w:r>
      <w:r w:rsidR="003A6FFF">
        <w:rPr>
          <w:b/>
          <w:sz w:val="28"/>
        </w:rPr>
        <w:t>Peab, Ångkraftsvägen 8A</w:t>
      </w:r>
      <w:r w:rsidR="00743FA0">
        <w:rPr>
          <w:b/>
          <w:sz w:val="28"/>
        </w:rPr>
        <w:t xml:space="preserve">, </w:t>
      </w:r>
      <w:r w:rsidR="003A6FFF">
        <w:rPr>
          <w:b/>
          <w:sz w:val="28"/>
        </w:rPr>
        <w:t>Västerås</w:t>
      </w:r>
      <w:r w:rsidR="00691AF2">
        <w:rPr>
          <w:b/>
          <w:sz w:val="28"/>
        </w:rPr>
        <w:br/>
      </w:r>
    </w:p>
    <w:p w:rsidR="003F7101" w:rsidRDefault="003F7101" w:rsidP="003F7101">
      <w:pPr>
        <w:ind w:left="2608" w:hanging="1304"/>
        <w:rPr>
          <w:b/>
          <w:sz w:val="28"/>
        </w:rPr>
      </w:pPr>
    </w:p>
    <w:p w:rsidR="00870C56" w:rsidRDefault="00870C56">
      <w:pPr>
        <w:ind w:firstLine="1304"/>
        <w:rPr>
          <w:b/>
          <w:sz w:val="28"/>
        </w:rPr>
      </w:pPr>
      <w:r>
        <w:rPr>
          <w:b/>
          <w:sz w:val="28"/>
        </w:rPr>
        <w:t>Dagordning:</w:t>
      </w:r>
    </w:p>
    <w:p w:rsidR="00870C56" w:rsidRDefault="00870C56"/>
    <w:p w:rsidR="00870C56" w:rsidRDefault="00944B5A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 xml:space="preserve">Val av ordförande vid stämman </w:t>
      </w:r>
      <w:r w:rsidR="00870C56">
        <w:rPr>
          <w:sz w:val="22"/>
        </w:rPr>
        <w:br/>
      </w:r>
    </w:p>
    <w:p w:rsidR="00870C56" w:rsidRDefault="00944B5A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Val av sekreterare för stämman</w:t>
      </w:r>
      <w:r w:rsidR="00870C56">
        <w:rPr>
          <w:sz w:val="22"/>
        </w:rPr>
        <w:br/>
      </w:r>
    </w:p>
    <w:p w:rsidR="00673203" w:rsidRPr="00673203" w:rsidRDefault="00944B5A" w:rsidP="00673203">
      <w:pPr>
        <w:numPr>
          <w:ilvl w:val="0"/>
          <w:numId w:val="2"/>
        </w:numPr>
        <w:ind w:left="1664"/>
        <w:rPr>
          <w:sz w:val="24"/>
        </w:rPr>
      </w:pPr>
      <w:r>
        <w:rPr>
          <w:sz w:val="22"/>
        </w:rPr>
        <w:t>Val av två justeringsmän</w:t>
      </w:r>
    </w:p>
    <w:p w:rsidR="00673203" w:rsidRPr="00673203" w:rsidRDefault="00673203" w:rsidP="00673203">
      <w:pPr>
        <w:ind w:left="1560"/>
        <w:rPr>
          <w:sz w:val="24"/>
        </w:rPr>
      </w:pPr>
    </w:p>
    <w:p w:rsidR="00673203" w:rsidRPr="00673203" w:rsidRDefault="00944B5A" w:rsidP="00673203">
      <w:pPr>
        <w:numPr>
          <w:ilvl w:val="0"/>
          <w:numId w:val="2"/>
        </w:numPr>
        <w:ind w:left="1664"/>
        <w:rPr>
          <w:sz w:val="24"/>
        </w:rPr>
      </w:pPr>
      <w:r>
        <w:rPr>
          <w:sz w:val="24"/>
        </w:rPr>
        <w:t>Styrelsens och revisorernas berättelse</w:t>
      </w:r>
    </w:p>
    <w:p w:rsidR="00673203" w:rsidRDefault="00673203" w:rsidP="00673203">
      <w:pPr>
        <w:ind w:left="1560"/>
        <w:rPr>
          <w:sz w:val="22"/>
        </w:rPr>
      </w:pPr>
    </w:p>
    <w:p w:rsidR="00870C56" w:rsidRDefault="00944B5A" w:rsidP="00673203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Ansvarsfrihet för styrelsen</w:t>
      </w:r>
      <w:r w:rsidR="00870C56">
        <w:rPr>
          <w:sz w:val="22"/>
        </w:rPr>
        <w:br/>
      </w:r>
    </w:p>
    <w:p w:rsidR="00870C56" w:rsidRDefault="00944B5A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Framställningar från styrelsen eller motioner från medlemmarna</w:t>
      </w:r>
      <w:r w:rsidR="00870C56">
        <w:rPr>
          <w:sz w:val="22"/>
        </w:rPr>
        <w:br/>
      </w:r>
    </w:p>
    <w:p w:rsidR="00870C56" w:rsidRDefault="00944B5A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Ersättning till styrelsen och revisorerna</w:t>
      </w:r>
      <w:r w:rsidR="00870C56">
        <w:rPr>
          <w:sz w:val="22"/>
        </w:rPr>
        <w:br/>
      </w:r>
    </w:p>
    <w:p w:rsidR="00870C56" w:rsidRDefault="00944B5A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Styrelsens förslag till utgifts- och inkomststat samt debiteringslängd</w:t>
      </w:r>
      <w:r w:rsidR="00870C56">
        <w:rPr>
          <w:sz w:val="22"/>
        </w:rPr>
        <w:br/>
      </w:r>
    </w:p>
    <w:p w:rsidR="00870C56" w:rsidRDefault="00944B5A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Val av styrelse, styrelseordförande och suppleanter</w:t>
      </w:r>
      <w:r w:rsidR="00870C56">
        <w:rPr>
          <w:sz w:val="22"/>
        </w:rPr>
        <w:br/>
      </w:r>
    </w:p>
    <w:p w:rsidR="00DC6F22" w:rsidRDefault="00944B5A" w:rsidP="009D4051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Val av revisorer och suppleanter</w:t>
      </w:r>
      <w:r w:rsidR="00DC6F22">
        <w:rPr>
          <w:sz w:val="22"/>
        </w:rPr>
        <w:br/>
      </w:r>
    </w:p>
    <w:p w:rsidR="00870C56" w:rsidRPr="003F7101" w:rsidRDefault="00944B5A" w:rsidP="009D4051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Fråga om val av valberedning</w:t>
      </w:r>
      <w:r w:rsidR="00870C56" w:rsidRPr="003F7101">
        <w:rPr>
          <w:sz w:val="22"/>
        </w:rPr>
        <w:br/>
      </w:r>
    </w:p>
    <w:p w:rsidR="00870C56" w:rsidRDefault="00944B5A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Övriga frågor</w:t>
      </w:r>
    </w:p>
    <w:p w:rsidR="00870C56" w:rsidRDefault="00870C56">
      <w:pPr>
        <w:rPr>
          <w:sz w:val="22"/>
        </w:rPr>
      </w:pPr>
    </w:p>
    <w:p w:rsidR="00870C56" w:rsidRDefault="00944B5A">
      <w:pPr>
        <w:numPr>
          <w:ilvl w:val="0"/>
          <w:numId w:val="2"/>
        </w:numPr>
        <w:ind w:left="1664"/>
        <w:rPr>
          <w:sz w:val="22"/>
        </w:rPr>
      </w:pPr>
      <w:r>
        <w:rPr>
          <w:sz w:val="22"/>
        </w:rPr>
        <w:t>Meddelande av plats där stämmoprotokollet hålles tillgängligt</w:t>
      </w:r>
    </w:p>
    <w:p w:rsidR="00870C56" w:rsidRDefault="00870C56">
      <w:pPr>
        <w:rPr>
          <w:sz w:val="28"/>
        </w:rPr>
      </w:pPr>
    </w:p>
    <w:p w:rsidR="00870C56" w:rsidRDefault="003A6FFF">
      <w:pPr>
        <w:ind w:left="1304"/>
        <w:rPr>
          <w:sz w:val="24"/>
        </w:rPr>
      </w:pPr>
      <w:r>
        <w:rPr>
          <w:sz w:val="24"/>
        </w:rPr>
        <w:t>Västerås 201</w:t>
      </w:r>
      <w:r w:rsidR="003C74D7">
        <w:rPr>
          <w:sz w:val="24"/>
        </w:rPr>
        <w:t>9</w:t>
      </w:r>
      <w:r>
        <w:rPr>
          <w:sz w:val="24"/>
        </w:rPr>
        <w:t>-0</w:t>
      </w:r>
      <w:r w:rsidR="003C74D7">
        <w:rPr>
          <w:sz w:val="24"/>
        </w:rPr>
        <w:t>4</w:t>
      </w:r>
      <w:r>
        <w:rPr>
          <w:sz w:val="24"/>
        </w:rPr>
        <w:t>-</w:t>
      </w:r>
      <w:r w:rsidR="003C74D7">
        <w:rPr>
          <w:sz w:val="24"/>
        </w:rPr>
        <w:t>18</w:t>
      </w:r>
    </w:p>
    <w:p w:rsidR="00870C56" w:rsidRDefault="00870C56">
      <w:pPr>
        <w:ind w:left="1304"/>
        <w:rPr>
          <w:sz w:val="24"/>
        </w:rPr>
      </w:pPr>
    </w:p>
    <w:p w:rsidR="00870C56" w:rsidRDefault="003F1265" w:rsidP="003F1265">
      <w:pPr>
        <w:ind w:firstLine="1304"/>
        <w:rPr>
          <w:sz w:val="24"/>
        </w:rPr>
      </w:pPr>
      <w:r>
        <w:rPr>
          <w:sz w:val="24"/>
        </w:rPr>
        <w:t>S</w:t>
      </w:r>
      <w:r w:rsidR="00944B5A" w:rsidRPr="00944B5A">
        <w:rPr>
          <w:sz w:val="24"/>
        </w:rPr>
        <w:t>amfällighetsförening</w:t>
      </w:r>
      <w:r>
        <w:rPr>
          <w:sz w:val="24"/>
        </w:rPr>
        <w:t>en Finland</w:t>
      </w:r>
    </w:p>
    <w:p w:rsidR="00944B5A" w:rsidRDefault="00944B5A" w:rsidP="00944B5A">
      <w:pPr>
        <w:ind w:left="1304"/>
        <w:rPr>
          <w:sz w:val="24"/>
        </w:rPr>
      </w:pPr>
    </w:p>
    <w:p w:rsidR="00870C56" w:rsidRPr="00435842" w:rsidRDefault="000A1D78">
      <w:pPr>
        <w:ind w:left="1304"/>
        <w:rPr>
          <w:sz w:val="16"/>
          <w:szCs w:val="16"/>
        </w:rPr>
      </w:pPr>
      <w:r>
        <w:rPr>
          <w:sz w:val="24"/>
        </w:rPr>
        <w:t>Styrelsen</w:t>
      </w:r>
      <w:r w:rsidR="00435842">
        <w:rPr>
          <w:sz w:val="24"/>
        </w:rPr>
        <w:br/>
      </w:r>
      <w:r w:rsidR="00435842">
        <w:rPr>
          <w:sz w:val="24"/>
        </w:rPr>
        <w:br/>
      </w:r>
      <w:r w:rsidR="00435842">
        <w:rPr>
          <w:sz w:val="24"/>
        </w:rPr>
        <w:br/>
      </w:r>
      <w:r w:rsidR="00435842">
        <w:rPr>
          <w:sz w:val="24"/>
        </w:rPr>
        <w:br/>
      </w:r>
      <w:r w:rsidR="00435842">
        <w:rPr>
          <w:sz w:val="16"/>
          <w:szCs w:val="16"/>
        </w:rPr>
        <w:t>Till kallelsen bifogas årsredovisning, debiteringslängd, utgift-och inkomststat</w:t>
      </w:r>
      <w:bookmarkStart w:id="0" w:name="_GoBack"/>
      <w:bookmarkEnd w:id="0"/>
    </w:p>
    <w:sectPr w:rsidR="00870C56" w:rsidRPr="00435842">
      <w:headerReference w:type="default" r:id="rId7"/>
      <w:pgSz w:w="11906" w:h="16838"/>
      <w:pgMar w:top="1417" w:right="1417" w:bottom="993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374B" w:rsidRDefault="00A8374B">
      <w:r>
        <w:separator/>
      </w:r>
    </w:p>
  </w:endnote>
  <w:endnote w:type="continuationSeparator" w:id="0">
    <w:p w:rsidR="00A8374B" w:rsidRDefault="00A83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374B" w:rsidRDefault="00A8374B">
      <w:r>
        <w:separator/>
      </w:r>
    </w:p>
  </w:footnote>
  <w:footnote w:type="continuationSeparator" w:id="0">
    <w:p w:rsidR="00A8374B" w:rsidRDefault="00A837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76C4" w:rsidRDefault="009376C4">
    <w:pPr>
      <w:pStyle w:val="Header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A60421"/>
    <w:multiLevelType w:val="singleLevel"/>
    <w:tmpl w:val="2BC443B0"/>
    <w:lvl w:ilvl="0">
      <w:start w:val="1"/>
      <w:numFmt w:val="decimal"/>
      <w:lvlText w:val="%1."/>
      <w:legacy w:legacy="1" w:legacySpace="0" w:legacyIndent="360"/>
      <w:lvlJc w:val="left"/>
      <w:pPr>
        <w:ind w:left="1920" w:hanging="360"/>
      </w:pPr>
    </w:lvl>
  </w:abstractNum>
  <w:abstractNum w:abstractNumId="1" w15:restartNumberingAfterBreak="0">
    <w:nsid w:val="652041E6"/>
    <w:multiLevelType w:val="singleLevel"/>
    <w:tmpl w:val="D038706E"/>
    <w:lvl w:ilvl="0">
      <w:start w:val="1"/>
      <w:numFmt w:val="decimal"/>
      <w:lvlText w:val="%1."/>
      <w:lvlJc w:val="left"/>
      <w:pPr>
        <w:tabs>
          <w:tab w:val="num" w:pos="1664"/>
        </w:tabs>
        <w:ind w:left="1664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5A"/>
    <w:rsid w:val="000069F3"/>
    <w:rsid w:val="00040BFF"/>
    <w:rsid w:val="000741B3"/>
    <w:rsid w:val="000A1D78"/>
    <w:rsid w:val="000E4505"/>
    <w:rsid w:val="000F3CE2"/>
    <w:rsid w:val="0017169B"/>
    <w:rsid w:val="00230DE3"/>
    <w:rsid w:val="002A4A27"/>
    <w:rsid w:val="00347905"/>
    <w:rsid w:val="003A6FFF"/>
    <w:rsid w:val="003C74D7"/>
    <w:rsid w:val="003D6744"/>
    <w:rsid w:val="003F1265"/>
    <w:rsid w:val="003F7101"/>
    <w:rsid w:val="00426F8D"/>
    <w:rsid w:val="00435842"/>
    <w:rsid w:val="004543AD"/>
    <w:rsid w:val="00486929"/>
    <w:rsid w:val="004D588F"/>
    <w:rsid w:val="005129DF"/>
    <w:rsid w:val="00640FFF"/>
    <w:rsid w:val="00673203"/>
    <w:rsid w:val="00691AF2"/>
    <w:rsid w:val="006A2BCF"/>
    <w:rsid w:val="006A4AE0"/>
    <w:rsid w:val="006E4399"/>
    <w:rsid w:val="006F61EC"/>
    <w:rsid w:val="00743FA0"/>
    <w:rsid w:val="00765D43"/>
    <w:rsid w:val="007B6512"/>
    <w:rsid w:val="007C0C86"/>
    <w:rsid w:val="00870C56"/>
    <w:rsid w:val="008B54FF"/>
    <w:rsid w:val="008E07C9"/>
    <w:rsid w:val="009376C4"/>
    <w:rsid w:val="00944B5A"/>
    <w:rsid w:val="009D4051"/>
    <w:rsid w:val="009F0578"/>
    <w:rsid w:val="00A8374B"/>
    <w:rsid w:val="00B37ACE"/>
    <w:rsid w:val="00B72EF5"/>
    <w:rsid w:val="00BA1AE3"/>
    <w:rsid w:val="00C56C74"/>
    <w:rsid w:val="00CC7689"/>
    <w:rsid w:val="00DB5A34"/>
    <w:rsid w:val="00DC6F22"/>
    <w:rsid w:val="00DF2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6975436F"/>
  <w15:docId w15:val="{984BF48B-B3A5-4E2F-8CC6-660D958B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ind w:left="1304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ind w:firstLine="1304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ind w:firstLine="1304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ind w:left="1304"/>
    </w:pPr>
    <w:rPr>
      <w:sz w:val="24"/>
    </w:rPr>
  </w:style>
  <w:style w:type="paragraph" w:styleId="BalloonText">
    <w:name w:val="Balloon Text"/>
    <w:basedOn w:val="Normal"/>
    <w:link w:val="BalloonTextChar"/>
    <w:rsid w:val="000E45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E45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ULFCAB\Desktop\Kallelse-dagordning%20st&#228;mma%202.do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Kallelse-dagordning stämma 2.dot</Template>
  <TotalTime>10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Dagordning vid extra stämma för Brf Högby, Järfälla kommun</vt:lpstr>
    </vt:vector>
  </TitlesOfParts>
  <Company>Platzer Bygg Stockholm AB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Dagordning vid extra stämma för Brf Högby, Järfälla kommun</dc:title>
  <dc:creator>Carlson Ulf, Västerås</dc:creator>
  <cp:lastModifiedBy>Fredrik Dalmo</cp:lastModifiedBy>
  <cp:revision>4</cp:revision>
  <cp:lastPrinted>2018-05-07T08:37:00Z</cp:lastPrinted>
  <dcterms:created xsi:type="dcterms:W3CDTF">2019-02-27T20:30:00Z</dcterms:created>
  <dcterms:modified xsi:type="dcterms:W3CDTF">2019-04-18T09:33:00Z</dcterms:modified>
</cp:coreProperties>
</file>